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Default="003A7D31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656770">
        <w:rPr>
          <w:rFonts w:ascii="Calibri" w:hAnsi="Calibri" w:cs="Calibri"/>
          <w:b/>
          <w:sz w:val="22"/>
          <w:szCs w:val="16"/>
        </w:rPr>
        <w:t>Anexa</w:t>
      </w:r>
      <w:r w:rsidR="00656770" w:rsidRPr="00656770">
        <w:rPr>
          <w:rFonts w:ascii="Calibri" w:hAnsi="Calibri" w:cs="Calibri"/>
          <w:b/>
          <w:sz w:val="22"/>
          <w:szCs w:val="16"/>
        </w:rPr>
        <w:t xml:space="preserve"> 1</w:t>
      </w:r>
      <w:r w:rsidR="003A01F7">
        <w:rPr>
          <w:rFonts w:ascii="Calibri" w:hAnsi="Calibri" w:cs="Calibri"/>
          <w:b/>
          <w:sz w:val="22"/>
          <w:szCs w:val="16"/>
        </w:rPr>
        <w:t>4</w:t>
      </w:r>
    </w:p>
    <w:p w:rsidR="00854DF3" w:rsidRPr="00F914B7" w:rsidRDefault="00854DF3" w:rsidP="00854DF3">
      <w:pPr>
        <w:jc w:val="both"/>
        <w:rPr>
          <w:rFonts w:ascii="Calibri" w:hAnsi="Calibri" w:cs="Calibri"/>
          <w:sz w:val="16"/>
          <w:szCs w:val="16"/>
        </w:rPr>
      </w:pPr>
    </w:p>
    <w:p w:rsidR="003A7D31" w:rsidRPr="003A7D31" w:rsidRDefault="00B20D3F" w:rsidP="002670EE">
      <w:pPr>
        <w:shd w:val="clear" w:color="auto" w:fill="D9D9D9"/>
        <w:jc w:val="center"/>
        <w:rPr>
          <w:rFonts w:ascii="Calibri" w:hAnsi="Calibri" w:cs="Calibri"/>
          <w:b/>
          <w:bCs/>
          <w:szCs w:val="16"/>
        </w:rPr>
      </w:pPr>
      <w:r>
        <w:rPr>
          <w:rFonts w:ascii="Calibri" w:hAnsi="Calibri" w:cs="Calibri"/>
          <w:b/>
          <w:bCs/>
          <w:szCs w:val="16"/>
        </w:rPr>
        <w:t>Conț</w:t>
      </w:r>
      <w:r w:rsidR="003A7D31" w:rsidRPr="003A7D31">
        <w:rPr>
          <w:rFonts w:ascii="Calibri" w:hAnsi="Calibri" w:cs="Calibri"/>
          <w:b/>
          <w:bCs/>
          <w:szCs w:val="16"/>
        </w:rPr>
        <w:t>inutul-cadru al Raportului p</w:t>
      </w:r>
      <w:r>
        <w:rPr>
          <w:rFonts w:ascii="Calibri" w:hAnsi="Calibri" w:cs="Calibri"/>
          <w:b/>
          <w:bCs/>
          <w:szCs w:val="16"/>
        </w:rPr>
        <w:t>rivind stadiul fizic al investiț</w:t>
      </w:r>
      <w:r w:rsidR="003A7D31" w:rsidRPr="003A7D31">
        <w:rPr>
          <w:rFonts w:ascii="Calibri" w:hAnsi="Calibri" w:cs="Calibri"/>
          <w:b/>
          <w:bCs/>
          <w:szCs w:val="16"/>
        </w:rPr>
        <w:t>iei</w:t>
      </w: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3A7D31" w:rsidRPr="002670EE" w:rsidRDefault="003A7D31" w:rsidP="00260E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Date generale: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de</w:t>
      </w:r>
      <w:r w:rsidR="00B20D3F">
        <w:rPr>
          <w:rFonts w:ascii="Calibri" w:hAnsi="Calibri"/>
        </w:rPr>
        <w:t>numirea obiectivului de investiț</w:t>
      </w:r>
      <w:r w:rsidRPr="002670EE">
        <w:rPr>
          <w:rFonts w:ascii="Calibri" w:hAnsi="Calibri"/>
        </w:rPr>
        <w:t>ii;</w:t>
      </w:r>
    </w:p>
    <w:p w:rsidR="00156AE0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>
        <w:rPr>
          <w:rFonts w:ascii="Calibri" w:hAnsi="Calibri"/>
        </w:rPr>
        <w:t>amplasamentul (județul, localitatea, adresa poș</w:t>
      </w:r>
      <w:r w:rsidR="003A7D31" w:rsidRPr="002670EE">
        <w:rPr>
          <w:rFonts w:ascii="Calibri" w:hAnsi="Calibri"/>
        </w:rPr>
        <w:t xml:space="preserve">tală </w:t>
      </w:r>
      <w:r>
        <w:rPr>
          <w:rFonts w:ascii="Calibri" w:hAnsi="Calibri"/>
        </w:rPr>
        <w:t>ș</w:t>
      </w:r>
      <w:r w:rsidR="003A7D31" w:rsidRPr="002670EE">
        <w:rPr>
          <w:rFonts w:ascii="Calibri" w:hAnsi="Calibri"/>
        </w:rPr>
        <w:t>i/sau alte date de ident</w:t>
      </w:r>
      <w:r>
        <w:rPr>
          <w:rFonts w:ascii="Calibri" w:hAnsi="Calibri"/>
        </w:rPr>
        <w:t>ificare, nr. cadastral, suprafaț</w:t>
      </w:r>
      <w:r w:rsidR="00260EDA" w:rsidRPr="002670EE">
        <w:rPr>
          <w:rFonts w:ascii="Calibri" w:hAnsi="Calibri"/>
        </w:rPr>
        <w:t>a);</w:t>
      </w:r>
    </w:p>
    <w:p w:rsidR="00156AE0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>
        <w:rPr>
          <w:rFonts w:ascii="Calibri" w:hAnsi="Calibri"/>
        </w:rPr>
        <w:t>titularul investiț</w:t>
      </w:r>
      <w:r w:rsidR="003A7D31" w:rsidRPr="002670EE">
        <w:rPr>
          <w:rFonts w:ascii="Calibri" w:hAnsi="Calibri"/>
        </w:rPr>
        <w:t>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regim juridic;</w:t>
      </w:r>
    </w:p>
    <w:p w:rsidR="00156AE0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>
        <w:rPr>
          <w:rFonts w:ascii="Calibri" w:hAnsi="Calibri"/>
        </w:rPr>
        <w:t>beneficiarul investiț</w:t>
      </w:r>
      <w:r w:rsidR="00260EDA" w:rsidRPr="002670EE">
        <w:rPr>
          <w:rFonts w:ascii="Calibri" w:hAnsi="Calibri"/>
        </w:rPr>
        <w:t>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elaboratorul proiectului;</w:t>
      </w:r>
    </w:p>
    <w:p w:rsidR="000F4AD1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>
        <w:rPr>
          <w:rFonts w:ascii="Calibri" w:hAnsi="Calibri"/>
        </w:rPr>
        <w:t>nr. contract de achiziție lucrări și nr. de acte adiț</w:t>
      </w:r>
      <w:r w:rsidR="003A7D31" w:rsidRPr="002670EE">
        <w:rPr>
          <w:rFonts w:ascii="Calibri" w:hAnsi="Calibri"/>
        </w:rPr>
        <w:t>ionale încheiate până la momentul întocmirii raportului.</w:t>
      </w:r>
    </w:p>
    <w:p w:rsidR="00156AE0" w:rsidRPr="002670EE" w:rsidRDefault="00156AE0" w:rsidP="00156AE0">
      <w:pPr>
        <w:ind w:left="720"/>
        <w:jc w:val="both"/>
        <w:rPr>
          <w:rFonts w:ascii="Calibri" w:hAnsi="Calibri"/>
        </w:rPr>
      </w:pPr>
    </w:p>
    <w:p w:rsidR="003A7D31" w:rsidRPr="002670EE" w:rsidRDefault="003A7D31" w:rsidP="000F4AD1">
      <w:pPr>
        <w:numPr>
          <w:ilvl w:val="0"/>
          <w:numId w:val="10"/>
        </w:numPr>
        <w:rPr>
          <w:rFonts w:ascii="Calibri" w:hAnsi="Calibri" w:cs="Courier New"/>
          <w:b/>
          <w:color w:val="000000"/>
        </w:rPr>
      </w:pPr>
      <w:r w:rsidRPr="002670EE">
        <w:rPr>
          <w:rFonts w:ascii="Calibri" w:hAnsi="Calibri"/>
          <w:b/>
        </w:rPr>
        <w:t>Descrierea lucrărilor</w:t>
      </w:r>
      <w:r w:rsidR="00D64CDE" w:rsidRPr="002670EE">
        <w:rPr>
          <w:rFonts w:ascii="Calibri" w:hAnsi="Calibri"/>
          <w:b/>
        </w:rPr>
        <w:t>:</w:t>
      </w: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jc w:val="both"/>
        <w:rPr>
          <w:rFonts w:ascii="Calibri" w:hAnsi="Calibri"/>
        </w:rPr>
      </w:pPr>
      <w:r w:rsidRPr="002670EE">
        <w:rPr>
          <w:rFonts w:ascii="Calibri" w:hAnsi="Calibri"/>
        </w:rPr>
        <w:t>Descrie</w:t>
      </w:r>
      <w:r w:rsidR="00B20D3F">
        <w:rPr>
          <w:rFonts w:ascii="Calibri" w:hAnsi="Calibri"/>
        </w:rPr>
        <w:t>rea lucrărilor aferente investiț</w:t>
      </w:r>
      <w:r w:rsidRPr="002670EE">
        <w:rPr>
          <w:rFonts w:ascii="Calibri" w:hAnsi="Calibri"/>
        </w:rPr>
        <w:t>ie</w:t>
      </w:r>
      <w:r w:rsidR="00B20D3F">
        <w:rPr>
          <w:rFonts w:ascii="Calibri" w:hAnsi="Calibri"/>
        </w:rPr>
        <w:t xml:space="preserve">i (în conformitate cu documentația </w:t>
      </w:r>
      <w:r w:rsidR="00B20D3F">
        <w:rPr>
          <w:rFonts w:ascii="Calibri" w:hAnsi="Calibri"/>
          <w:noProof/>
        </w:rPr>
        <w:t>tehnico-</w:t>
      </w:r>
      <w:r w:rsidR="00B20D3F">
        <w:rPr>
          <w:rFonts w:ascii="Calibri" w:hAnsi="Calibri"/>
        </w:rPr>
        <w:t>economică ș</w:t>
      </w:r>
      <w:r w:rsidRPr="002670EE">
        <w:rPr>
          <w:rFonts w:ascii="Calibri" w:hAnsi="Calibri"/>
        </w:rPr>
        <w:t>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Descrierea investiț</w:t>
            </w:r>
            <w:r w:rsidR="003A7D31" w:rsidRPr="002670EE">
              <w:rPr>
                <w:rFonts w:ascii="Calibri" w:hAnsi="Calibri"/>
              </w:rPr>
              <w:t>iei</w:t>
            </w:r>
          </w:p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în conformitate cu documentaț</w:t>
            </w:r>
            <w:r w:rsidR="003A7D31" w:rsidRPr="002670EE">
              <w:rPr>
                <w:rFonts w:ascii="Calibri" w:hAnsi="Calibri"/>
              </w:rPr>
              <w:t xml:space="preserve">ia </w:t>
            </w:r>
            <w:r w:rsidR="003A7D31" w:rsidRPr="002670EE">
              <w:rPr>
                <w:rFonts w:ascii="Calibri" w:hAnsi="Calibri"/>
                <w:noProof/>
              </w:rPr>
              <w:t>tehnico-</w:t>
            </w:r>
            <w:r w:rsidR="003A7D31" w:rsidRPr="002670EE">
              <w:rPr>
                <w:rFonts w:ascii="Calibri" w:hAnsi="Calibri"/>
              </w:rPr>
              <w:t>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Descrierea </w:t>
            </w:r>
            <w:r w:rsidR="00B20D3F">
              <w:rPr>
                <w:rFonts w:ascii="Calibri" w:hAnsi="Calibri"/>
              </w:rPr>
              <w:t>investiț</w:t>
            </w:r>
            <w:r w:rsidRPr="002670EE">
              <w:rPr>
                <w:rFonts w:ascii="Calibri" w:hAnsi="Calibri"/>
              </w:rPr>
              <w:t>iei</w:t>
            </w:r>
          </w:p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Modificări de soluț</w:t>
            </w:r>
            <w:r w:rsidR="003A7D31" w:rsidRPr="002670EE">
              <w:rPr>
                <w:rFonts w:ascii="Calibri" w:hAnsi="Calibri"/>
              </w:rPr>
              <w:t>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Indicatori </w:t>
            </w:r>
            <w:r w:rsidRPr="002670EE">
              <w:rPr>
                <w:rFonts w:ascii="Calibri" w:hAnsi="Calibri"/>
                <w:noProof/>
              </w:rPr>
              <w:t>tehnico</w:t>
            </w:r>
            <w:r w:rsidRPr="002670EE">
              <w:rPr>
                <w:rFonts w:ascii="Calibri" w:hAnsi="Calibri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Document de aprobare a indicatorilor </w:t>
            </w:r>
            <w:r w:rsidRPr="002670EE">
              <w:rPr>
                <w:rFonts w:ascii="Calibri" w:hAnsi="Calibri"/>
                <w:noProof/>
              </w:rPr>
              <w:t>tehnico</w:t>
            </w:r>
            <w:r w:rsidRPr="002670EE">
              <w:rPr>
                <w:rFonts w:ascii="Calibri" w:hAnsi="Calibri"/>
              </w:rPr>
              <w:t>-economici</w:t>
            </w:r>
          </w:p>
        </w:tc>
      </w:tr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B20D3F" w:rsidRDefault="003A7D31" w:rsidP="00E746F8">
            <w:pPr>
              <w:rPr>
                <w:rFonts w:ascii="Calibri" w:hAnsi="Calibri"/>
              </w:rPr>
            </w:pPr>
            <w:r w:rsidRPr="00B20D3F">
              <w:rPr>
                <w:rFonts w:ascii="Calibri" w:hAnsi="Calibri"/>
              </w:rPr>
              <w:t>Pentru fie</w:t>
            </w:r>
            <w:r w:rsidR="00B20D3F">
              <w:rPr>
                <w:rFonts w:ascii="Calibri" w:hAnsi="Calibri"/>
              </w:rPr>
              <w:t>care element în parte se va menț</w:t>
            </w:r>
            <w:r w:rsidRPr="00B20D3F">
              <w:rPr>
                <w:rFonts w:ascii="Calibri" w:hAnsi="Calibri"/>
              </w:rPr>
              <w:t>iona inclusiv solu</w:t>
            </w:r>
            <w:r w:rsidR="00B20D3F">
              <w:rPr>
                <w:rFonts w:ascii="Calibri" w:hAnsi="Calibri"/>
              </w:rPr>
              <w:t>ț</w:t>
            </w:r>
            <w:r w:rsidRPr="00B20D3F">
              <w:rPr>
                <w:rFonts w:ascii="Calibri" w:hAnsi="Calibri"/>
              </w:rPr>
              <w:t>ia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HCL </w:t>
            </w:r>
            <w:r w:rsidRPr="002670EE">
              <w:rPr>
                <w:rFonts w:ascii="Calibri" w:hAnsi="Calibri"/>
                <w:noProof/>
              </w:rPr>
              <w:t>ş.a</w:t>
            </w:r>
            <w:r w:rsidRPr="002670EE">
              <w:rPr>
                <w:rFonts w:ascii="Calibri" w:hAnsi="Calibri"/>
              </w:rPr>
              <w:t xml:space="preserve">. </w:t>
            </w:r>
          </w:p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nr / data</w:t>
            </w:r>
          </w:p>
        </w:tc>
      </w:tr>
    </w:tbl>
    <w:p w:rsidR="00C916A3" w:rsidRPr="002670EE" w:rsidRDefault="00C916A3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3A7D31" w:rsidRPr="002670EE" w:rsidTr="002670EE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Lucrări executate ș</w:t>
            </w:r>
            <w:r w:rsidR="003A7D31" w:rsidRPr="002670EE">
              <w:rPr>
                <w:rFonts w:ascii="Calibri" w:hAnsi="Calibri"/>
              </w:rPr>
              <w:t>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Lucrări executate ș</w:t>
            </w:r>
            <w:r w:rsidR="003A7D31" w:rsidRPr="002670EE">
              <w:rPr>
                <w:rFonts w:ascii="Calibri" w:hAnsi="Calibri"/>
              </w:rPr>
              <w:t>i neplătite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B20D3F" w:rsidRDefault="003A7D31" w:rsidP="00E746F8">
            <w:pPr>
              <w:rPr>
                <w:rFonts w:ascii="Calibri" w:hAnsi="Calibri"/>
                <w:noProof/>
              </w:rPr>
            </w:pPr>
            <w:r w:rsidRPr="00B20D3F">
              <w:rPr>
                <w:rFonts w:ascii="Calibri" w:hAnsi="Calibri"/>
                <w:noProof/>
              </w:rPr>
              <w:t xml:space="preserve">Denumirea specialităţii -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3A7D31" w:rsidRPr="002670EE" w:rsidTr="002670EE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rămase de executat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B20D3F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Denumirea specialității - se va menț</w:t>
            </w:r>
            <w:r w:rsidR="003A7D31" w:rsidRPr="00B20D3F">
              <w:rPr>
                <w:rFonts w:ascii="Calibri" w:hAnsi="Calibri"/>
              </w:rPr>
              <w:t>iona ex</w:t>
            </w:r>
            <w:r>
              <w:rPr>
                <w:rFonts w:ascii="Calibri" w:hAnsi="Calibri"/>
              </w:rPr>
              <w:t>act ca în devizul din oferta câș</w:t>
            </w:r>
            <w:r w:rsidR="003A7D31" w:rsidRPr="00B20D3F">
              <w:rPr>
                <w:rFonts w:ascii="Calibri" w:hAnsi="Calibri"/>
              </w:rPr>
              <w:t>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2F74DA" w:rsidRPr="002670EE" w:rsidRDefault="002F74DA" w:rsidP="00E746F8">
      <w:pPr>
        <w:rPr>
          <w:rFonts w:ascii="Calibri" w:hAnsi="Calibri"/>
        </w:rPr>
      </w:pPr>
    </w:p>
    <w:p w:rsidR="003A7D31" w:rsidRPr="002670EE" w:rsidRDefault="003A7D31" w:rsidP="002F74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Anexe</w:t>
      </w:r>
      <w:r w:rsidR="002F74DA" w:rsidRPr="002670EE">
        <w:rPr>
          <w:rFonts w:ascii="Calibri" w:hAnsi="Calibri"/>
          <w:b/>
        </w:rPr>
        <w:t>:</w:t>
      </w:r>
    </w:p>
    <w:p w:rsidR="003A7D31" w:rsidRPr="002670EE" w:rsidRDefault="00B20D3F" w:rsidP="002F74DA">
      <w:pPr>
        <w:numPr>
          <w:ilvl w:val="0"/>
          <w:numId w:val="12"/>
        </w:numPr>
        <w:jc w:val="both"/>
        <w:rPr>
          <w:rFonts w:ascii="Calibri" w:hAnsi="Calibri"/>
          <w:b/>
        </w:rPr>
      </w:pPr>
      <w:r>
        <w:rPr>
          <w:rFonts w:ascii="Calibri" w:hAnsi="Calibri"/>
        </w:rPr>
        <w:t>deviz al lucrărilor executate ș</w:t>
      </w:r>
      <w:r w:rsidR="003A7D31" w:rsidRPr="002670EE">
        <w:rPr>
          <w:rFonts w:ascii="Calibri" w:hAnsi="Calibri"/>
        </w:rPr>
        <w:t>i plătite,</w:t>
      </w:r>
      <w:r>
        <w:rPr>
          <w:rFonts w:ascii="Calibri" w:hAnsi="Calibri"/>
        </w:rPr>
        <w:t xml:space="preserve"> deviz al lucrărilor executate și neplătite și</w:t>
      </w:r>
      <w:r w:rsidR="003A7D31" w:rsidRPr="002670EE">
        <w:rPr>
          <w:rFonts w:ascii="Calibri" w:hAnsi="Calibri"/>
        </w:rPr>
        <w:t xml:space="preserve"> respectiv deviz al lucrărilor ce urmează a mai fi executate.</w:t>
      </w:r>
    </w:p>
    <w:p w:rsidR="003A7D31" w:rsidRPr="002670EE" w:rsidRDefault="003A7D31" w:rsidP="00E746F8">
      <w:pPr>
        <w:rPr>
          <w:rFonts w:ascii="Calibri" w:hAnsi="Calibri"/>
        </w:rPr>
      </w:pPr>
    </w:p>
    <w:p w:rsidR="003A7D31" w:rsidRPr="002670EE" w:rsidRDefault="003A7D31" w:rsidP="00E746F8">
      <w:pPr>
        <w:rPr>
          <w:rFonts w:ascii="Calibri" w:hAnsi="Calibri"/>
        </w:rPr>
      </w:pPr>
      <w:r w:rsidRPr="002670EE">
        <w:rPr>
          <w:rFonts w:ascii="Calibri" w:hAnsi="Calibri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A7D31" w:rsidRPr="002670EE" w:rsidTr="002670EE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Situaț</w:t>
            </w:r>
            <w:r w:rsidR="003A7D31" w:rsidRPr="002670EE">
              <w:rPr>
                <w:rFonts w:ascii="Calibri" w:hAnsi="Calibri"/>
              </w:rPr>
              <w:t>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Document plată</w:t>
            </w:r>
          </w:p>
        </w:tc>
      </w:tr>
      <w:tr w:rsidR="003A7D31" w:rsidRPr="002670EE" w:rsidTr="002670EE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2E5D1A" w:rsidRPr="002670EE" w:rsidRDefault="002E5D1A" w:rsidP="00E746F8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36"/>
        <w:gridCol w:w="44"/>
        <w:gridCol w:w="7"/>
        <w:gridCol w:w="837"/>
        <w:gridCol w:w="26"/>
        <w:gridCol w:w="740"/>
        <w:gridCol w:w="773"/>
        <w:gridCol w:w="1105"/>
        <w:gridCol w:w="879"/>
        <w:gridCol w:w="60"/>
        <w:gridCol w:w="781"/>
        <w:gridCol w:w="992"/>
        <w:gridCol w:w="851"/>
        <w:gridCol w:w="710"/>
        <w:gridCol w:w="710"/>
      </w:tblGrid>
      <w:tr w:rsidR="002E5D1A" w:rsidRPr="002670EE" w:rsidTr="005800B2">
        <w:trPr>
          <w:trHeight w:val="456"/>
        </w:trPr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Nr.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crt.</w:t>
            </w: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Capitol lucrări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de ofertare (lei)</w:t>
            </w:r>
          </w:p>
        </w:tc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executate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(lei)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Rest de executat</w:t>
            </w:r>
          </w:p>
        </w:tc>
      </w:tr>
      <w:tr w:rsidR="002E5D1A" w:rsidRPr="002670EE" w:rsidTr="005800B2"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</w:t>
            </w:r>
            <w:r w:rsidR="00B20D3F">
              <w:rPr>
                <w:rFonts w:ascii="Calibri" w:hAnsi="Calibri"/>
              </w:rPr>
              <w:t>ț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</w:t>
            </w:r>
            <w:r w:rsidR="00B20D3F">
              <w:rPr>
                <w:rFonts w:ascii="Calibri" w:hAnsi="Calibri"/>
              </w:rPr>
              <w:t>ț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</w:t>
            </w:r>
            <w:r w:rsidR="00B20D3F">
              <w:rPr>
                <w:rFonts w:ascii="Calibri" w:hAnsi="Calibri"/>
              </w:rPr>
              <w:t>ț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</w:tr>
      <w:tr w:rsidR="002E5D1A" w:rsidRPr="002670EE" w:rsidTr="005800B2">
        <w:trPr>
          <w:trHeight w:val="210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Cap.1 din devizul general</w:t>
            </w:r>
          </w:p>
        </w:tc>
      </w:tr>
      <w:tr w:rsidR="002E5D1A" w:rsidRPr="002670EE" w:rsidTr="005800B2">
        <w:trPr>
          <w:trHeight w:val="180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rPr>
          <w:trHeight w:val="285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Cap.2 din devizul general</w:t>
            </w:r>
          </w:p>
        </w:tc>
      </w:tr>
      <w:tr w:rsidR="002E5D1A" w:rsidRPr="002670EE" w:rsidTr="005800B2"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Cap. 4 din Devizul general 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4.1</w:t>
            </w:r>
          </w:p>
        </w:tc>
      </w:tr>
      <w:tr w:rsidR="005800B2" w:rsidRPr="002670EE" w:rsidTr="005800B2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4.3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4.4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 5 din Devizul general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lastRenderedPageBreak/>
              <w:t>Linia 5.1.1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5.1.2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Contract de lucrări nr   / data    - valoare totală                                   -     ………….……lei (inclusiv TVA)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Suplimentări de valoare  (potrivit anexei modificărilor la contract) -   ……………….. lei (inclusiv TVA)</w:t>
            </w:r>
          </w:p>
        </w:tc>
      </w:tr>
      <w:tr w:rsidR="002E5D1A" w:rsidRPr="002670EE" w:rsidTr="005800B2">
        <w:tc>
          <w:tcPr>
            <w:tcW w:w="606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……………….. lei (inclusiv TVA)</w:t>
            </w:r>
          </w:p>
        </w:tc>
      </w:tr>
    </w:tbl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A3495E">
      <w:pPr>
        <w:numPr>
          <w:ilvl w:val="0"/>
          <w:numId w:val="12"/>
        </w:numPr>
        <w:rPr>
          <w:rFonts w:ascii="Calibri" w:hAnsi="Calibri"/>
        </w:rPr>
      </w:pPr>
      <w:r w:rsidRPr="002670EE">
        <w:rPr>
          <w:rFonts w:ascii="Calibri" w:hAnsi="Calibri"/>
        </w:rPr>
        <w:t>Lista modificărilor la contract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Contract de lucrări nr. ….   din data de ………….</w:t>
      </w:r>
    </w:p>
    <w:p w:rsidR="002E5D1A" w:rsidRPr="002670EE" w:rsidRDefault="00B20D3F" w:rsidP="00A3495E">
      <w:pPr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Durata iniț</w:t>
      </w:r>
      <w:r w:rsidR="002E5D1A" w:rsidRPr="002670EE">
        <w:rPr>
          <w:rFonts w:ascii="Calibri" w:hAnsi="Calibri"/>
        </w:rPr>
        <w:t>ială …….. luni ( de la data de …………. până la data de ……………..)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Acte adiționale: NU</w:t>
      </w:r>
    </w:p>
    <w:p w:rsidR="002E5D1A" w:rsidRPr="002670EE" w:rsidRDefault="00B20D3F" w:rsidP="00A3495E">
      <w:pPr>
        <w:ind w:left="2509"/>
        <w:rPr>
          <w:rFonts w:ascii="Calibri" w:hAnsi="Calibri"/>
        </w:rPr>
      </w:pPr>
      <w:r>
        <w:rPr>
          <w:rFonts w:ascii="Calibri" w:hAnsi="Calibri"/>
        </w:rPr>
        <w:t>sau DA, respectiv  Act adiț</w:t>
      </w:r>
      <w:r w:rsidR="002E5D1A" w:rsidRPr="002670EE">
        <w:rPr>
          <w:rFonts w:ascii="Calibri" w:hAnsi="Calibri"/>
        </w:rPr>
        <w:t>ional nr. ….   din data de ………….</w:t>
      </w:r>
      <w:r w:rsidR="002E5D1A" w:rsidRPr="002670EE">
        <w:rPr>
          <w:rFonts w:ascii="Calibri" w:hAnsi="Calibri"/>
          <w:i/>
        </w:rPr>
        <w:t xml:space="preserve"> (se vor enumera, în ordi</w:t>
      </w:r>
      <w:r>
        <w:rPr>
          <w:rFonts w:ascii="Calibri" w:hAnsi="Calibri"/>
          <w:i/>
        </w:rPr>
        <w:t>ne cronologică toate actele adiț</w:t>
      </w:r>
      <w:r w:rsidR="002E5D1A" w:rsidRPr="002670EE">
        <w:rPr>
          <w:rFonts w:ascii="Calibri" w:hAnsi="Calibri"/>
          <w:i/>
        </w:rPr>
        <w:t xml:space="preserve">ionale semnate până la </w:t>
      </w:r>
      <w:r>
        <w:rPr>
          <w:rFonts w:ascii="Calibri" w:hAnsi="Calibri"/>
          <w:i/>
        </w:rPr>
        <w:t>data depunerii cererii de finanț</w:t>
      </w:r>
      <w:r w:rsidR="002E5D1A" w:rsidRPr="002670EE">
        <w:rPr>
          <w:rFonts w:ascii="Calibri" w:hAnsi="Calibri"/>
          <w:i/>
        </w:rPr>
        <w:t>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NR-uri: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NR   din data de ………….</w:t>
      </w:r>
      <w:r w:rsidRPr="002670EE">
        <w:rPr>
          <w:rFonts w:ascii="Calibri" w:hAnsi="Calibri"/>
          <w:i/>
        </w:rPr>
        <w:t xml:space="preserve"> (se vor enumera, în ordine cronologică toate NR-urile existente până la data depu</w:t>
      </w:r>
      <w:r w:rsidR="00B20D3F">
        <w:rPr>
          <w:rFonts w:ascii="Calibri" w:hAnsi="Calibri"/>
          <w:i/>
        </w:rPr>
        <w:t>nerii cererii de finanț</w:t>
      </w:r>
      <w:r w:rsidRPr="002670EE">
        <w:rPr>
          <w:rFonts w:ascii="Calibri" w:hAnsi="Calibri"/>
          <w:i/>
        </w:rPr>
        <w:t>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NCS-uri: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NCS   din data de ………….</w:t>
      </w:r>
      <w:r w:rsidRPr="002670EE">
        <w:rPr>
          <w:rFonts w:ascii="Calibri" w:hAnsi="Calibri"/>
          <w:i/>
        </w:rPr>
        <w:t xml:space="preserve"> (se vor enumera, în ordine cronologică toate NCS-urile existente până la </w:t>
      </w:r>
      <w:r w:rsidR="00B20D3F">
        <w:rPr>
          <w:rFonts w:ascii="Calibri" w:hAnsi="Calibri"/>
          <w:i/>
        </w:rPr>
        <w:t>data depunerii cererii de finanț</w:t>
      </w:r>
      <w:r w:rsidRPr="002670EE">
        <w:rPr>
          <w:rFonts w:ascii="Calibri" w:hAnsi="Calibri"/>
          <w:i/>
        </w:rPr>
        <w:t>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Ordin de începere a lucrărilor ….   din data de ………….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 xml:space="preserve">Ordin de sistare: NU </w:t>
      </w:r>
    </w:p>
    <w:p w:rsidR="002E5D1A" w:rsidRPr="002670EE" w:rsidRDefault="002E5D1A" w:rsidP="00705EDB">
      <w:pPr>
        <w:ind w:left="2509"/>
        <w:rPr>
          <w:rFonts w:ascii="Calibri" w:hAnsi="Calibri"/>
        </w:rPr>
      </w:pPr>
      <w:r w:rsidRPr="002670EE">
        <w:rPr>
          <w:rFonts w:ascii="Calibri" w:hAnsi="Calibri"/>
        </w:rPr>
        <w:t>sau DA, nr. ….   din data de ………….</w:t>
      </w:r>
    </w:p>
    <w:p w:rsidR="002E5D1A" w:rsidRPr="002670EE" w:rsidRDefault="002E5D1A" w:rsidP="00E746F8">
      <w:pPr>
        <w:rPr>
          <w:rFonts w:ascii="Calibri" w:hAnsi="Calibri"/>
        </w:rPr>
      </w:pPr>
    </w:p>
    <w:p w:rsidR="002E5D1A" w:rsidRPr="002670EE" w:rsidRDefault="002E5D1A" w:rsidP="00705EDB">
      <w:pPr>
        <w:numPr>
          <w:ilvl w:val="0"/>
          <w:numId w:val="12"/>
        </w:numPr>
        <w:rPr>
          <w:rFonts w:ascii="Calibri" w:hAnsi="Calibri"/>
          <w:b/>
        </w:rPr>
      </w:pPr>
      <w:r w:rsidRPr="002670EE">
        <w:rPr>
          <w:rFonts w:ascii="Calibri" w:hAnsi="Calibri"/>
        </w:rPr>
        <w:t>Elemente ilustrative ale lucrărilor executate (fotografii)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705EDB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Asumarea raportului</w:t>
      </w:r>
      <w:r w:rsidR="00705EDB" w:rsidRPr="002670EE">
        <w:rPr>
          <w:rFonts w:ascii="Calibri" w:hAnsi="Calibri"/>
          <w:b/>
        </w:rPr>
        <w:t>:</w:t>
      </w:r>
    </w:p>
    <w:p w:rsidR="00705EDB" w:rsidRPr="002670EE" w:rsidRDefault="00705EDB" w:rsidP="00E746F8">
      <w:pPr>
        <w:rPr>
          <w:rFonts w:ascii="Calibri" w:hAnsi="Calibri"/>
          <w:snapToGrid w:val="0"/>
        </w:rPr>
      </w:pPr>
    </w:p>
    <w:p w:rsidR="002E5D1A" w:rsidRPr="002670EE" w:rsidRDefault="002E5D1A" w:rsidP="00E746F8">
      <w:pPr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Subsemnații,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numele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 prenumele reprezentantului legal al solicitantului,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funcț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UAT&gt;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numele și prenumele dirigintelui de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antier/reprezentan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tului legal al dirigintelui de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antier,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funcț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ia</w:t>
      </w:r>
      <w:r w:rsidRPr="002670EE">
        <w:rPr>
          <w:rFonts w:ascii="Calibri" w:hAnsi="Calibri"/>
          <w:snapToGrid w:val="0"/>
        </w:rPr>
        <w:t xml:space="preserve">&gt; </w:t>
      </w:r>
      <w:r w:rsidRPr="002670EE">
        <w:rPr>
          <w:rFonts w:ascii="Calibri" w:hAnsi="Calibri"/>
          <w:snapToGrid w:val="0"/>
          <w:highlight w:val="lightGray"/>
        </w:rPr>
        <w:t>(dacă este cazul)</w:t>
      </w:r>
      <w:r w:rsidRPr="002670EE">
        <w:rPr>
          <w:rFonts w:ascii="Calibri" w:hAnsi="Calibri"/>
          <w:snapToGrid w:val="0"/>
        </w:rPr>
        <w:t xml:space="preserve"> al &lt;</w:t>
      </w:r>
      <w:r w:rsidR="00B20D3F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>denumirea dirigintelui de ș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>antier</w:t>
      </w:r>
      <w:r w:rsidRPr="002670EE">
        <w:rPr>
          <w:rFonts w:ascii="Calibri" w:hAnsi="Calibri"/>
          <w:snapToGrid w:val="0"/>
          <w:highlight w:val="lightGray"/>
        </w:rPr>
        <w:t>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 xml:space="preserve"> numele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 prenumele reprezentantului legal al constructorului,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funcț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constructorului&gt;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  <w:snapToGrid w:val="0"/>
        </w:rPr>
        <w:lastRenderedPageBreak/>
        <w:t xml:space="preserve">cunoscând că falsul în </w:t>
      </w:r>
      <w:r w:rsidR="009F53B4" w:rsidRPr="002670EE">
        <w:rPr>
          <w:rFonts w:ascii="Calibri" w:hAnsi="Calibri"/>
          <w:snapToGrid w:val="0"/>
        </w:rPr>
        <w:t>declarații</w:t>
      </w:r>
      <w:r w:rsidRPr="002670EE">
        <w:rPr>
          <w:rFonts w:ascii="Calibri" w:hAnsi="Calibri"/>
          <w:snapToGrid w:val="0"/>
        </w:rPr>
        <w:t xml:space="preserve"> este pedepsit de legea penală, conform prevederilor din Codul Penal, declaram în solidar, pe propria răspundere, că </w:t>
      </w:r>
      <w:r w:rsidR="009F53B4" w:rsidRPr="002670EE">
        <w:rPr>
          <w:rFonts w:ascii="Calibri" w:hAnsi="Calibri" w:cs="Arial"/>
          <w:snapToGrid w:val="0"/>
        </w:rPr>
        <w:t>informațiile</w:t>
      </w:r>
      <w:r w:rsidRPr="002670EE">
        <w:rPr>
          <w:rFonts w:ascii="Calibri" w:hAnsi="Calibri" w:cs="Arial"/>
          <w:snapToGrid w:val="0"/>
        </w:rPr>
        <w:t xml:space="preserve"> furnizate sunt complete</w:t>
      </w:r>
      <w:r w:rsidR="00B20D3F">
        <w:rPr>
          <w:rFonts w:ascii="Calibri" w:hAnsi="Calibri" w:cs="Arial"/>
          <w:snapToGrid w:val="0"/>
        </w:rPr>
        <w:t xml:space="preserve"> și corecte în fiecare detaliu ș</w:t>
      </w:r>
      <w:r w:rsidRPr="002670EE">
        <w:rPr>
          <w:rFonts w:ascii="Calibri" w:hAnsi="Calibri" w:cs="Arial"/>
          <w:snapToGrid w:val="0"/>
        </w:rPr>
        <w:t xml:space="preserve">i </w:t>
      </w:r>
      <w:r w:rsidR="009F53B4" w:rsidRPr="002670EE">
        <w:rPr>
          <w:rFonts w:ascii="Calibri" w:hAnsi="Calibri" w:cs="Arial"/>
          <w:snapToGrid w:val="0"/>
        </w:rPr>
        <w:t>înțelegem</w:t>
      </w:r>
      <w:r w:rsidRPr="002670EE">
        <w:rPr>
          <w:rFonts w:ascii="Calibri" w:hAnsi="Calibri" w:cs="Arial"/>
          <w:snapToGrid w:val="0"/>
        </w:rPr>
        <w:t xml:space="preserve"> că Autoritatea de Management pentru Programul Regional Centru 2021-2027 au dreptul de a s</w:t>
      </w:r>
      <w:r w:rsidR="00B20D3F">
        <w:rPr>
          <w:rFonts w:ascii="Calibri" w:hAnsi="Calibri" w:cs="Arial"/>
          <w:snapToGrid w:val="0"/>
        </w:rPr>
        <w:t>olicita, în scopul verificării ș</w:t>
      </w:r>
      <w:r w:rsidRPr="002670EE">
        <w:rPr>
          <w:rFonts w:ascii="Calibri" w:hAnsi="Calibri" w:cs="Arial"/>
          <w:snapToGrid w:val="0"/>
        </w:rPr>
        <w:t xml:space="preserve">i confirmării </w:t>
      </w:r>
      <w:r w:rsidR="009F53B4" w:rsidRPr="002670EE">
        <w:rPr>
          <w:rFonts w:ascii="Calibri" w:hAnsi="Calibri" w:cs="Arial"/>
          <w:snapToGrid w:val="0"/>
        </w:rPr>
        <w:t>declarațiilor</w:t>
      </w:r>
      <w:r w:rsidRPr="002670EE">
        <w:rPr>
          <w:rFonts w:ascii="Calibri" w:hAnsi="Calibri" w:cs="Arial"/>
          <w:snapToGrid w:val="0"/>
        </w:rPr>
        <w:t xml:space="preserve">, </w:t>
      </w:r>
      <w:r w:rsidR="009F53B4" w:rsidRPr="002670EE">
        <w:rPr>
          <w:rFonts w:ascii="Calibri" w:hAnsi="Calibri" w:cs="Arial"/>
          <w:snapToGrid w:val="0"/>
        </w:rPr>
        <w:t>situațiilor</w:t>
      </w:r>
      <w:r w:rsidR="00B20D3F">
        <w:rPr>
          <w:rFonts w:ascii="Calibri" w:hAnsi="Calibri" w:cs="Arial"/>
          <w:snapToGrid w:val="0"/>
        </w:rPr>
        <w:t xml:space="preserve"> și documentelor care însoț</w:t>
      </w:r>
      <w:r w:rsidRPr="002670EE">
        <w:rPr>
          <w:rFonts w:ascii="Calibri" w:hAnsi="Calibri" w:cs="Arial"/>
          <w:snapToGrid w:val="0"/>
        </w:rPr>
        <w:t>esc</w:t>
      </w:r>
      <w:r w:rsidRPr="002670EE">
        <w:rPr>
          <w:rFonts w:ascii="Calibri" w:hAnsi="Calibri"/>
        </w:rPr>
        <w:t xml:space="preserve"> prezentul raport, orice </w:t>
      </w:r>
      <w:r w:rsidR="009F53B4" w:rsidRPr="002670EE">
        <w:rPr>
          <w:rFonts w:ascii="Calibri" w:hAnsi="Calibri"/>
        </w:rPr>
        <w:t>informații</w:t>
      </w:r>
      <w:r w:rsidRPr="002670EE">
        <w:rPr>
          <w:rFonts w:ascii="Calibri" w:hAnsi="Calibri"/>
        </w:rPr>
        <w:t xml:space="preserve"> suplimentare cu privire la aspectele menționate în cadrul prezentului raport.</w:t>
      </w: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</w:rPr>
        <w:t xml:space="preserve">Subsemnații autorizăm prin prezenta orice </w:t>
      </w:r>
      <w:r w:rsidR="009F53B4" w:rsidRPr="002670EE">
        <w:rPr>
          <w:rFonts w:ascii="Calibri" w:hAnsi="Calibri"/>
        </w:rPr>
        <w:t>instituție</w:t>
      </w:r>
      <w:r w:rsidRPr="002670EE">
        <w:rPr>
          <w:rFonts w:ascii="Calibri" w:hAnsi="Calibri"/>
        </w:rPr>
        <w:t>, sau alte persoan</w:t>
      </w:r>
      <w:r w:rsidR="00B20D3F">
        <w:rPr>
          <w:rFonts w:ascii="Calibri" w:hAnsi="Calibri"/>
        </w:rPr>
        <w:t>e juridice să furnizeze informații reprezentanților autorizaț</w:t>
      </w:r>
      <w:r w:rsidRPr="002670EE">
        <w:rPr>
          <w:rFonts w:ascii="Calibri" w:hAnsi="Calibri"/>
        </w:rPr>
        <w:t xml:space="preserve">i ai AM PR Centru cu privire la orice aspect în legătură cu </w:t>
      </w:r>
      <w:r w:rsidRPr="002670EE">
        <w:rPr>
          <w:rFonts w:ascii="Calibri" w:hAnsi="Calibri"/>
          <w:b/>
          <w:bCs/>
        </w:rPr>
        <w:t>execuția investiției</w:t>
      </w:r>
      <w:r w:rsidRPr="002670EE">
        <w:rPr>
          <w:rFonts w:ascii="Calibri" w:hAnsi="Calibri"/>
        </w:rPr>
        <w:t>.</w:t>
      </w:r>
    </w:p>
    <w:p w:rsidR="002E5D1A" w:rsidRPr="002670EE" w:rsidRDefault="00B20D3F" w:rsidP="00705EDB">
      <w:pPr>
        <w:jc w:val="both"/>
        <w:rPr>
          <w:rFonts w:ascii="Calibri" w:hAnsi="Calibri"/>
        </w:rPr>
      </w:pPr>
      <w:r>
        <w:rPr>
          <w:rFonts w:ascii="Calibri" w:hAnsi="Calibri"/>
        </w:rPr>
        <w:t>Subsemnații declarăm că înțelegem ș</w:t>
      </w:r>
      <w:r w:rsidR="002E5D1A" w:rsidRPr="002670EE">
        <w:rPr>
          <w:rFonts w:ascii="Calibri" w:hAnsi="Calibri"/>
        </w:rPr>
        <w:t xml:space="preserve">i acceptăm că furnizarea deliberată, către AM PR Centru, de </w:t>
      </w:r>
      <w:r>
        <w:rPr>
          <w:rFonts w:ascii="Calibri" w:hAnsi="Calibri"/>
        </w:rPr>
        <w:t>date incorecte ș</w:t>
      </w:r>
      <w:r w:rsidR="002E5D1A" w:rsidRPr="002670EE">
        <w:rPr>
          <w:rFonts w:ascii="Calibri" w:hAnsi="Calibri"/>
        </w:rPr>
        <w:t>i/sau incom</w:t>
      </w:r>
      <w:r>
        <w:rPr>
          <w:rFonts w:ascii="Calibri" w:hAnsi="Calibri"/>
        </w:rPr>
        <w:t>plete în legătură cu circumstanț</w:t>
      </w:r>
      <w:r w:rsidR="002E5D1A" w:rsidRPr="002670EE">
        <w:rPr>
          <w:rFonts w:ascii="Calibri" w:hAnsi="Calibri"/>
        </w:rPr>
        <w:t>ele de mai sus poate conduce la excluderea proiectulu</w:t>
      </w:r>
      <w:r>
        <w:rPr>
          <w:rFonts w:ascii="Calibri" w:hAnsi="Calibri"/>
        </w:rPr>
        <w:t>i din prezentul proces de selecție pentru acordarea finanțării nerambursabile ș</w:t>
      </w:r>
      <w:r w:rsidR="002E5D1A" w:rsidRPr="002670EE">
        <w:rPr>
          <w:rFonts w:ascii="Calibri" w:hAnsi="Calibri"/>
        </w:rPr>
        <w:t xml:space="preserve">i </w:t>
      </w:r>
      <w:r>
        <w:rPr>
          <w:rFonts w:ascii="Calibri" w:hAnsi="Calibri"/>
        </w:rPr>
        <w:t>la respingerea cererii de finanț</w:t>
      </w:r>
      <w:r w:rsidR="002E5D1A" w:rsidRPr="002670EE">
        <w:rPr>
          <w:rFonts w:ascii="Calibri" w:hAnsi="Calibri"/>
        </w:rPr>
        <w:t xml:space="preserve">are. 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67135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SEMNĂTURI/DATA:</w:t>
      </w:r>
    </w:p>
    <w:p w:rsidR="00B41FEF" w:rsidRPr="002670EE" w:rsidRDefault="00B41FEF" w:rsidP="00E746F8">
      <w:pPr>
        <w:rPr>
          <w:rFonts w:ascii="Calibri" w:hAnsi="Calibri"/>
        </w:rPr>
      </w:pPr>
    </w:p>
    <w:p w:rsidR="00B41FEF" w:rsidRPr="002670EE" w:rsidRDefault="00B41FEF" w:rsidP="00E746F8">
      <w:pPr>
        <w:rPr>
          <w:rFonts w:ascii="Calibri" w:hAnsi="Calibri"/>
        </w:rPr>
      </w:pP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 xml:space="preserve">Reprezentantul legal                                                                                      </w:t>
      </w:r>
      <w:r w:rsidR="009F53B4" w:rsidRPr="002670EE">
        <w:rPr>
          <w:rFonts w:ascii="Calibri" w:hAnsi="Calibri"/>
        </w:rPr>
        <w:t xml:space="preserve">            </w:t>
      </w:r>
      <w:r w:rsidRPr="002670EE">
        <w:rPr>
          <w:rFonts w:ascii="Calibri" w:hAnsi="Calibri"/>
        </w:rPr>
        <w:t>Reprezentantul legal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al beneficiarului,</w:t>
      </w:r>
      <w:r w:rsidRPr="002670EE">
        <w:rPr>
          <w:rFonts w:ascii="Calibri" w:hAnsi="Calibri"/>
        </w:rPr>
        <w:tab/>
      </w:r>
      <w:r w:rsidR="009F53B4" w:rsidRPr="002670EE">
        <w:rPr>
          <w:rFonts w:ascii="Calibri" w:hAnsi="Calibri"/>
        </w:rPr>
        <w:t xml:space="preserve">                           </w:t>
      </w:r>
      <w:r w:rsidR="00B20D3F">
        <w:rPr>
          <w:rFonts w:ascii="Calibri" w:hAnsi="Calibri"/>
        </w:rPr>
        <w:t>Diriginte de ș</w:t>
      </w:r>
      <w:r w:rsidRPr="002670EE">
        <w:rPr>
          <w:rFonts w:ascii="Calibri" w:hAnsi="Calibri"/>
        </w:rPr>
        <w:t xml:space="preserve">antier,                          </w:t>
      </w:r>
      <w:r w:rsidR="009F53B4" w:rsidRPr="002670EE">
        <w:rPr>
          <w:rFonts w:ascii="Calibri" w:hAnsi="Calibri"/>
        </w:rPr>
        <w:t xml:space="preserve">             </w:t>
      </w:r>
      <w:r w:rsidRPr="002670EE">
        <w:rPr>
          <w:rFonts w:ascii="Calibri" w:hAnsi="Calibri"/>
        </w:rPr>
        <w:t xml:space="preserve">al constructorului  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(semnătura, ștampila, data)            (semnătura, ștampila, data)             (semnătura, ștampila, data)</w:t>
      </w:r>
    </w:p>
    <w:sectPr w:rsidR="002E5D1A" w:rsidRPr="002670EE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63F" w:rsidRDefault="00AA763F">
      <w:r>
        <w:separator/>
      </w:r>
    </w:p>
  </w:endnote>
  <w:endnote w:type="continuationSeparator" w:id="0">
    <w:p w:rsidR="00AA763F" w:rsidRDefault="00AA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AFA" w:rsidRDefault="00302AF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D3287B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D3287B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63F" w:rsidRDefault="00AA763F">
      <w:r>
        <w:separator/>
      </w:r>
    </w:p>
  </w:footnote>
  <w:footnote w:type="continuationSeparator" w:id="0">
    <w:p w:rsidR="00AA763F" w:rsidRDefault="00AA7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AFA" w:rsidRDefault="00302AFA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D3287B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253670"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253670"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D3287B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727A5"/>
    <w:multiLevelType w:val="hybridMultilevel"/>
    <w:tmpl w:val="0EAA0574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3B5"/>
    <w:multiLevelType w:val="hybridMultilevel"/>
    <w:tmpl w:val="E6E6BB66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5AA8"/>
    <w:multiLevelType w:val="hybridMultilevel"/>
    <w:tmpl w:val="57CC8C04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B4345"/>
    <w:multiLevelType w:val="multilevel"/>
    <w:tmpl w:val="428C6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A360D"/>
    <w:rsid w:val="000C2AAE"/>
    <w:rsid w:val="000F4AD1"/>
    <w:rsid w:val="0011340A"/>
    <w:rsid w:val="001175F2"/>
    <w:rsid w:val="001357F6"/>
    <w:rsid w:val="00144BFD"/>
    <w:rsid w:val="00156AE0"/>
    <w:rsid w:val="001E7D06"/>
    <w:rsid w:val="00253670"/>
    <w:rsid w:val="00260EDA"/>
    <w:rsid w:val="002670EE"/>
    <w:rsid w:val="002B3BB9"/>
    <w:rsid w:val="002E07E9"/>
    <w:rsid w:val="002E5D1A"/>
    <w:rsid w:val="002F1246"/>
    <w:rsid w:val="002F74DA"/>
    <w:rsid w:val="00302AFA"/>
    <w:rsid w:val="00351F71"/>
    <w:rsid w:val="00376CFE"/>
    <w:rsid w:val="003A01F7"/>
    <w:rsid w:val="003A7D31"/>
    <w:rsid w:val="003E2E03"/>
    <w:rsid w:val="00474F02"/>
    <w:rsid w:val="00523BEA"/>
    <w:rsid w:val="005800B2"/>
    <w:rsid w:val="005A1781"/>
    <w:rsid w:val="005A6B00"/>
    <w:rsid w:val="005C21C9"/>
    <w:rsid w:val="005C7AFF"/>
    <w:rsid w:val="00643AC4"/>
    <w:rsid w:val="00656770"/>
    <w:rsid w:val="0067135A"/>
    <w:rsid w:val="006B79B9"/>
    <w:rsid w:val="006F14B9"/>
    <w:rsid w:val="00705EDB"/>
    <w:rsid w:val="007209E0"/>
    <w:rsid w:val="00754551"/>
    <w:rsid w:val="007A69A6"/>
    <w:rsid w:val="007C403D"/>
    <w:rsid w:val="00851382"/>
    <w:rsid w:val="00854DF3"/>
    <w:rsid w:val="0088290B"/>
    <w:rsid w:val="008C26CE"/>
    <w:rsid w:val="008E6BBC"/>
    <w:rsid w:val="008E7688"/>
    <w:rsid w:val="00922714"/>
    <w:rsid w:val="00936CF8"/>
    <w:rsid w:val="0095716B"/>
    <w:rsid w:val="009F53B4"/>
    <w:rsid w:val="009F711B"/>
    <w:rsid w:val="00A06DE4"/>
    <w:rsid w:val="00A3495E"/>
    <w:rsid w:val="00AA763F"/>
    <w:rsid w:val="00AE4990"/>
    <w:rsid w:val="00B15233"/>
    <w:rsid w:val="00B20D3F"/>
    <w:rsid w:val="00B41FEF"/>
    <w:rsid w:val="00BD3175"/>
    <w:rsid w:val="00C05C7A"/>
    <w:rsid w:val="00C82AD1"/>
    <w:rsid w:val="00C916A3"/>
    <w:rsid w:val="00CC6C98"/>
    <w:rsid w:val="00D22014"/>
    <w:rsid w:val="00D3287B"/>
    <w:rsid w:val="00D64CDE"/>
    <w:rsid w:val="00D94812"/>
    <w:rsid w:val="00DD113C"/>
    <w:rsid w:val="00E31672"/>
    <w:rsid w:val="00E746F8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5:chartTrackingRefBased/>
  <w15:docId w15:val="{51BCEA82-76F7-4C7D-87A7-E1F5FCC7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eval">
    <w:name w:val="eval"/>
    <w:basedOn w:val="Titlu3"/>
    <w:rsid w:val="003A7D31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  <w:style w:type="paragraph" w:styleId="Textsimplu">
    <w:name w:val="Plain Text"/>
    <w:basedOn w:val="Normal"/>
    <w:link w:val="TextsimpluCaracter"/>
    <w:uiPriority w:val="99"/>
    <w:unhideWhenUsed/>
    <w:rsid w:val="002E5D1A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2E5D1A"/>
    <w:rPr>
      <w:rFonts w:ascii="Calibri" w:eastAsia="Calibri" w:hAnsi="Calibri"/>
      <w:sz w:val="22"/>
      <w:szCs w:val="22"/>
    </w:rPr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2E5D1A"/>
    <w:pPr>
      <w:spacing w:after="240"/>
      <w:ind w:left="720"/>
      <w:jc w:val="both"/>
    </w:pPr>
    <w:rPr>
      <w:rFonts w:ascii="Times New Roman" w:hAnsi="Times New Roman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2E5D1A"/>
    <w:rPr>
      <w:sz w:val="24"/>
      <w:lang w:val="ro-RO" w:eastAsia="ro-RO"/>
    </w:rPr>
  </w:style>
  <w:style w:type="character" w:customStyle="1" w:styleId="AntetCaracter">
    <w:name w:val="Antet Caracter"/>
    <w:link w:val="Antet"/>
    <w:uiPriority w:val="99"/>
    <w:rsid w:val="002E5D1A"/>
    <w:rPr>
      <w:rFonts w:ascii="Arial Narrow" w:hAnsi="Arial Narrow"/>
      <w:sz w:val="24"/>
      <w:szCs w:val="24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77EF-6DD8-499F-9314-2E178C8D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12</TotalTime>
  <Pages>4</Pages>
  <Words>790</Words>
  <Characters>5030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5809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5</cp:revision>
  <cp:lastPrinted>2022-03-29T08:07:00Z</cp:lastPrinted>
  <dcterms:created xsi:type="dcterms:W3CDTF">2023-08-09T11:25:00Z</dcterms:created>
  <dcterms:modified xsi:type="dcterms:W3CDTF">2024-01-29T14:55:00Z</dcterms:modified>
</cp:coreProperties>
</file>